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67B00E88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643BBE">
              <w:rPr>
                <w:b/>
                <w:noProof/>
                <w:sz w:val="24"/>
              </w:rPr>
              <w:t>1</w:t>
            </w:r>
            <w:r w:rsidR="003F5B55">
              <w:rPr>
                <w:b/>
                <w:noProof/>
                <w:sz w:val="24"/>
              </w:rPr>
              <w:t>1</w:t>
            </w:r>
          </w:p>
          <w:p w14:paraId="4022174D" w14:textId="53632DC9" w:rsidR="00D9793C" w:rsidRPr="00D9793C" w:rsidRDefault="001F0BDC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Angaben des Anbieters – </w:t>
            </w:r>
            <w:r w:rsidR="006E07BD">
              <w:rPr>
                <w:b/>
                <w:noProof/>
                <w:sz w:val="24"/>
              </w:rPr>
              <w:t xml:space="preserve">Preisanalysen </w:t>
            </w:r>
            <w:r w:rsidR="00A06467">
              <w:rPr>
                <w:b/>
                <w:noProof/>
                <w:sz w:val="24"/>
              </w:rPr>
              <w:t>Subunternehm</w:t>
            </w:r>
            <w:r w:rsidR="000D017D">
              <w:rPr>
                <w:b/>
                <w:noProof/>
                <w:sz w:val="24"/>
              </w:rPr>
              <w:t>ende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DD07977" w14:textId="77777777" w:rsidR="001365DC" w:rsidRDefault="001365DC" w:rsidP="00152CDF">
            <w:pPr>
              <w:rPr>
                <w:b/>
                <w:noProof/>
                <w:sz w:val="24"/>
              </w:rPr>
            </w:pPr>
          </w:p>
          <w:p w14:paraId="3B80E03B" w14:textId="77777777" w:rsidR="001365DC" w:rsidRDefault="001365DC" w:rsidP="00152CDF">
            <w:pPr>
              <w:rPr>
                <w:b/>
                <w:noProof/>
                <w:sz w:val="24"/>
              </w:rPr>
            </w:pPr>
          </w:p>
          <w:p w14:paraId="25C92A63" w14:textId="77777777" w:rsidR="001365DC" w:rsidRDefault="001365DC" w:rsidP="00152CDF">
            <w:pPr>
              <w:rPr>
                <w:b/>
                <w:noProof/>
                <w:sz w:val="24"/>
              </w:rPr>
            </w:pPr>
          </w:p>
          <w:p w14:paraId="0FE9D9E8" w14:textId="77777777" w:rsidR="001365DC" w:rsidRDefault="001365DC" w:rsidP="00152CDF">
            <w:pPr>
              <w:rPr>
                <w:b/>
                <w:noProof/>
                <w:sz w:val="24"/>
              </w:rPr>
            </w:pPr>
          </w:p>
          <w:p w14:paraId="79560B68" w14:textId="77777777" w:rsidR="001365DC" w:rsidRDefault="001365DC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AE6B53" w14:textId="686B98D8" w:rsidR="001365DC" w:rsidRDefault="000B2869" w:rsidP="001365DC">
            <w:pPr>
              <w:rPr>
                <w:b/>
                <w:noProof/>
                <w:sz w:val="24"/>
              </w:rPr>
            </w:pPr>
            <w:bookmarkStart w:id="0" w:name="Version"/>
            <w:r w:rsidRPr="000B2869">
              <w:rPr>
                <w:b/>
                <w:noProof/>
                <w:sz w:val="24"/>
              </w:rPr>
              <w:t>Version 2.0 vom 31.03.2025</w:t>
            </w:r>
          </w:p>
          <w:bookmarkEnd w:id="0"/>
          <w:p w14:paraId="4198634E" w14:textId="77777777" w:rsidR="000B2869" w:rsidRDefault="000B2869" w:rsidP="001365DC"/>
          <w:p w14:paraId="2B58F16B" w14:textId="77777777" w:rsidR="00E85A67" w:rsidRDefault="00E85A67">
            <w:pPr>
              <w:tabs>
                <w:tab w:val="left" w:pos="142"/>
              </w:tabs>
            </w:pPr>
          </w:p>
          <w:p w14:paraId="0E0BC7E8" w14:textId="1664929B" w:rsidR="00E85A67" w:rsidRDefault="00E85A67">
            <w:pPr>
              <w:tabs>
                <w:tab w:val="left" w:pos="142"/>
              </w:tabs>
            </w:pPr>
          </w:p>
        </w:tc>
      </w:tr>
    </w:tbl>
    <w:p w14:paraId="519F5214" w14:textId="7441E48F" w:rsidR="00B0258E" w:rsidRPr="0058774C" w:rsidRDefault="007427B5" w:rsidP="00EF5431">
      <w:pPr>
        <w:pStyle w:val="Verzeichnis1"/>
      </w:pPr>
      <w:r>
        <w:br w:type="page"/>
      </w:r>
      <w:bookmarkStart w:id="1" w:name="_Toc318965062"/>
    </w:p>
    <w:p w14:paraId="612467F3" w14:textId="2C685A0A" w:rsidR="001365DC" w:rsidRPr="00A531DF" w:rsidRDefault="001365DC" w:rsidP="001365DC">
      <w:pPr>
        <w:shd w:val="clear" w:color="auto" w:fill="F2F2F2" w:themeFill="background1" w:themeFillShade="F2"/>
        <w:rPr>
          <w:rFonts w:cs="Arial"/>
          <w:sz w:val="20"/>
        </w:rPr>
      </w:pPr>
      <w:bookmarkStart w:id="2" w:name="_Hlk168406281"/>
      <w:bookmarkEnd w:id="1"/>
      <w:r w:rsidRPr="00A531DF">
        <w:rPr>
          <w:rFonts w:cs="Arial"/>
          <w:sz w:val="20"/>
        </w:rPr>
        <w:lastRenderedPageBreak/>
        <w:t>Für die im Dokument C, Ziffer 2.1 aufgeführten Leistungen sind Preisanalysen unter Verwendung der Vorlage D11.</w:t>
      </w:r>
      <w:r>
        <w:rPr>
          <w:rFonts w:cs="Arial"/>
          <w:sz w:val="20"/>
        </w:rPr>
        <w:t>2</w:t>
      </w:r>
      <w:r w:rsidRPr="00A531DF">
        <w:rPr>
          <w:rFonts w:cs="Arial"/>
          <w:sz w:val="20"/>
        </w:rPr>
        <w:t xml:space="preserve"> einzureichen und unterzeichnet diesem Dokument beizulegen.</w:t>
      </w:r>
    </w:p>
    <w:bookmarkEnd w:id="2"/>
    <w:p w14:paraId="68ADA61F" w14:textId="0E9744E9" w:rsidR="00B538B3" w:rsidRDefault="00B538B3">
      <w:pPr>
        <w:rPr>
          <w:b/>
          <w:sz w:val="28"/>
        </w:rPr>
      </w:pPr>
    </w:p>
    <w:p w14:paraId="5C3B6347" w14:textId="6D5C8351" w:rsidR="00DE4CF9" w:rsidRPr="00DE4CF9" w:rsidRDefault="00DE4CF9" w:rsidP="00DE4CF9">
      <w:pPr>
        <w:rPr>
          <w:sz w:val="28"/>
        </w:rPr>
      </w:pPr>
    </w:p>
    <w:p w14:paraId="1126A32E" w14:textId="124ECCCB" w:rsidR="00DE4CF9" w:rsidRPr="00DE4CF9" w:rsidRDefault="00DE4CF9" w:rsidP="00DE4CF9">
      <w:pPr>
        <w:rPr>
          <w:sz w:val="28"/>
        </w:rPr>
      </w:pPr>
    </w:p>
    <w:p w14:paraId="74133A3F" w14:textId="20AE6D10" w:rsidR="00DE4CF9" w:rsidRPr="00DE4CF9" w:rsidRDefault="00DE4CF9" w:rsidP="00DE4CF9">
      <w:pPr>
        <w:rPr>
          <w:sz w:val="28"/>
        </w:rPr>
      </w:pPr>
    </w:p>
    <w:p w14:paraId="5E9AC11F" w14:textId="71EFB8F2" w:rsidR="00DE4CF9" w:rsidRPr="00DE4CF9" w:rsidRDefault="00DE4CF9" w:rsidP="00DE4CF9">
      <w:pPr>
        <w:rPr>
          <w:sz w:val="28"/>
        </w:rPr>
      </w:pPr>
    </w:p>
    <w:p w14:paraId="14971154" w14:textId="02808F46" w:rsidR="00DE4CF9" w:rsidRDefault="00DE4CF9" w:rsidP="00DE4CF9">
      <w:pPr>
        <w:rPr>
          <w:b/>
          <w:sz w:val="28"/>
        </w:rPr>
      </w:pPr>
    </w:p>
    <w:p w14:paraId="1905160C" w14:textId="732B84E1" w:rsidR="00DE4CF9" w:rsidRPr="00DE4CF9" w:rsidRDefault="00DE4CF9" w:rsidP="00DE4CF9">
      <w:pPr>
        <w:tabs>
          <w:tab w:val="left" w:pos="6420"/>
        </w:tabs>
        <w:rPr>
          <w:sz w:val="28"/>
        </w:rPr>
      </w:pPr>
      <w:r>
        <w:rPr>
          <w:sz w:val="28"/>
        </w:rPr>
        <w:tab/>
      </w:r>
    </w:p>
    <w:sectPr w:rsidR="00DE4CF9" w:rsidRPr="00DE4CF9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Pr="000B2869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16"/>
        <w:szCs w:val="16"/>
      </w:rPr>
    </w:pPr>
  </w:p>
  <w:p w14:paraId="5EA7AF69" w14:textId="68859FC3" w:rsidR="001002DE" w:rsidRDefault="000B2869" w:rsidP="000B2869">
    <w:pPr>
      <w:rPr>
        <w:sz w:val="16"/>
      </w:rPr>
    </w:pPr>
    <w:r w:rsidRPr="000B2869">
      <w:rPr>
        <w:snapToGrid w:val="0"/>
        <w:sz w:val="16"/>
        <w:szCs w:val="16"/>
      </w:rPr>
      <w:fldChar w:fldCharType="begin"/>
    </w:r>
    <w:r w:rsidRPr="000B2869">
      <w:rPr>
        <w:snapToGrid w:val="0"/>
        <w:sz w:val="16"/>
        <w:szCs w:val="16"/>
      </w:rPr>
      <w:instrText xml:space="preserve"> REF  Version  \* MERGEFORMAT </w:instrText>
    </w:r>
    <w:r w:rsidRPr="000B2869">
      <w:rPr>
        <w:snapToGrid w:val="0"/>
        <w:sz w:val="16"/>
        <w:szCs w:val="16"/>
      </w:rPr>
      <w:fldChar w:fldCharType="separate"/>
    </w:r>
    <w:r w:rsidRPr="000B2869">
      <w:rPr>
        <w:noProof/>
        <w:sz w:val="16"/>
        <w:szCs w:val="16"/>
      </w:rPr>
      <w:t>Version 2.0 vom 31.03.2025</w:t>
    </w:r>
    <w:r w:rsidRPr="000B2869">
      <w:rPr>
        <w:snapToGrid w:val="0"/>
        <w:sz w:val="16"/>
        <w:szCs w:val="16"/>
      </w:rPr>
      <w:fldChar w:fldCharType="end"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>
      <w:rPr>
        <w:snapToGrid w:val="0"/>
        <w:sz w:val="16"/>
        <w:szCs w:val="16"/>
      </w:rPr>
      <w:tab/>
    </w:r>
    <w:r w:rsidR="001002DE">
      <w:rPr>
        <w:snapToGrid w:val="0"/>
        <w:sz w:val="16"/>
      </w:rPr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22FA7" w14:textId="77777777" w:rsidR="001365DC" w:rsidRDefault="001365DC" w:rsidP="001365DC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640AD95B" w14:textId="77777777" w:rsidR="001365DC" w:rsidRDefault="001365DC" w:rsidP="001365DC">
    <w:pPr>
      <w:pStyle w:val="Kopfzeile"/>
      <w:jc w:val="right"/>
      <w:rPr>
        <w:sz w:val="20"/>
      </w:rPr>
    </w:pPr>
    <w:bookmarkStart w:id="3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3"/>
  <w:p w14:paraId="0F416109" w14:textId="77777777" w:rsidR="001365DC" w:rsidRDefault="001365DC" w:rsidP="001365DC">
    <w:pPr>
      <w:pStyle w:val="Kopfzeile"/>
      <w:jc w:val="right"/>
      <w:rPr>
        <w:sz w:val="20"/>
      </w:rPr>
    </w:pPr>
    <w:r>
      <w:rPr>
        <w:sz w:val="20"/>
      </w:rPr>
      <w:t>Dokument D11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1365DC" w14:paraId="059924D6" w14:textId="77777777" w:rsidTr="00D51971">
      <w:trPr>
        <w:trHeight w:val="714"/>
      </w:trPr>
      <w:tc>
        <w:tcPr>
          <w:tcW w:w="5103" w:type="dxa"/>
          <w:vAlign w:val="bottom"/>
        </w:tcPr>
        <w:p w14:paraId="04BA953D" w14:textId="77777777" w:rsidR="001365DC" w:rsidRDefault="001365DC" w:rsidP="001365DC">
          <w:pPr>
            <w:pStyle w:val="Untertitel"/>
            <w:spacing w:after="0"/>
          </w:pPr>
          <w:bookmarkStart w:id="4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F26E43C" wp14:editId="720EAEFF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385C5C0E" wp14:editId="4A4462D2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04FBE529" w14:textId="77777777" w:rsidR="001365DC" w:rsidRDefault="001365DC" w:rsidP="001365DC">
          <w:pPr>
            <w:pStyle w:val="Kopfzeile"/>
          </w:pPr>
        </w:p>
      </w:tc>
      <w:tc>
        <w:tcPr>
          <w:tcW w:w="1951" w:type="dxa"/>
        </w:tcPr>
        <w:p w14:paraId="4E92F883" w14:textId="77777777" w:rsidR="001365DC" w:rsidRDefault="001365DC" w:rsidP="001365DC">
          <w:pPr>
            <w:pStyle w:val="Kopfzeile"/>
          </w:pPr>
          <w:bookmarkStart w:id="5" w:name="_Hlk148879324"/>
        </w:p>
        <w:p w14:paraId="77549047" w14:textId="77777777" w:rsidR="001365DC" w:rsidRDefault="001365DC" w:rsidP="001365DC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3C8FF50C" wp14:editId="79B89044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5"/>
        <w:p w14:paraId="022FFA12" w14:textId="77777777" w:rsidR="001365DC" w:rsidRDefault="001365DC" w:rsidP="001365DC">
          <w:pPr>
            <w:pStyle w:val="Kopfzeile"/>
            <w:ind w:firstLine="709"/>
          </w:pPr>
        </w:p>
      </w:tc>
    </w:tr>
    <w:bookmarkEnd w:id="4"/>
  </w:tbl>
  <w:p w14:paraId="783A5B9D" w14:textId="77777777" w:rsidR="001002DE" w:rsidRPr="002A0B12" w:rsidRDefault="001002DE" w:rsidP="001365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64701FD"/>
    <w:multiLevelType w:val="hybridMultilevel"/>
    <w:tmpl w:val="E224FD8E"/>
    <w:lvl w:ilvl="0" w:tplc="F5D801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4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5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7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28067647">
    <w:abstractNumId w:val="0"/>
  </w:num>
  <w:num w:numId="2" w16cid:durableId="1886524871">
    <w:abstractNumId w:val="1"/>
  </w:num>
  <w:num w:numId="3" w16cid:durableId="1452244338">
    <w:abstractNumId w:val="6"/>
  </w:num>
  <w:num w:numId="4" w16cid:durableId="1767992231">
    <w:abstractNumId w:val="3"/>
  </w:num>
  <w:num w:numId="5" w16cid:durableId="1110509025">
    <w:abstractNumId w:val="7"/>
  </w:num>
  <w:num w:numId="6" w16cid:durableId="62526806">
    <w:abstractNumId w:val="4"/>
  </w:num>
  <w:num w:numId="7" w16cid:durableId="352998541">
    <w:abstractNumId w:val="9"/>
  </w:num>
  <w:num w:numId="8" w16cid:durableId="119613553">
    <w:abstractNumId w:val="9"/>
  </w:num>
  <w:num w:numId="9" w16cid:durableId="2076316395">
    <w:abstractNumId w:val="5"/>
  </w:num>
  <w:num w:numId="10" w16cid:durableId="141124326">
    <w:abstractNumId w:val="8"/>
  </w:num>
  <w:num w:numId="11" w16cid:durableId="1349409291">
    <w:abstractNumId w:val="1"/>
  </w:num>
  <w:num w:numId="12" w16cid:durableId="675425058">
    <w:abstractNumId w:val="1"/>
  </w:num>
  <w:num w:numId="13" w16cid:durableId="1013537482">
    <w:abstractNumId w:val="1"/>
  </w:num>
  <w:num w:numId="14" w16cid:durableId="1441408892">
    <w:abstractNumId w:val="1"/>
  </w:num>
  <w:num w:numId="15" w16cid:durableId="171134662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2869"/>
    <w:rsid w:val="000B7687"/>
    <w:rsid w:val="000C2549"/>
    <w:rsid w:val="000C2927"/>
    <w:rsid w:val="000C292C"/>
    <w:rsid w:val="000D017D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365D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6702"/>
    <w:rsid w:val="001E1A3A"/>
    <w:rsid w:val="001E6AF2"/>
    <w:rsid w:val="001F0BDC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3F5B5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43BBE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07BD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4912"/>
    <w:rsid w:val="008051D6"/>
    <w:rsid w:val="00805675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4FDF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6467"/>
    <w:rsid w:val="00A076D1"/>
    <w:rsid w:val="00A1315D"/>
    <w:rsid w:val="00A23721"/>
    <w:rsid w:val="00A2488E"/>
    <w:rsid w:val="00A32170"/>
    <w:rsid w:val="00A3651C"/>
    <w:rsid w:val="00A37271"/>
    <w:rsid w:val="00A43FE7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258E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B1D60"/>
    <w:rsid w:val="00CB7ADB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4CF9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85A67"/>
    <w:rsid w:val="00E918E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F5431"/>
    <w:rsid w:val="00F00468"/>
    <w:rsid w:val="00F0124E"/>
    <w:rsid w:val="00F0392C"/>
    <w:rsid w:val="00F03DA1"/>
    <w:rsid w:val="00F104AC"/>
    <w:rsid w:val="00F12710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82484"/>
    <w:rsid w:val="00F85FB1"/>
    <w:rsid w:val="00F92EF1"/>
    <w:rsid w:val="00FA166C"/>
    <w:rsid w:val="00FA7E2C"/>
    <w:rsid w:val="00FC1454"/>
    <w:rsid w:val="00FC1BE8"/>
    <w:rsid w:val="00FF2E8B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1365DC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365DC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1365DC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00765-D07B-42C1-A2A3-35C656761514}">
  <ds:schemaRefs>
    <ds:schemaRef ds:uri="http://schemas.microsoft.com/office/2006/metadata/properties"/>
    <ds:schemaRef ds:uri="http://schemas.microsoft.com/office/infopath/2007/PartnerControls"/>
    <ds:schemaRef ds:uri="b1566e0e-cb7e-43d9-bcd7-aeb4d7e7cd7f"/>
    <ds:schemaRef ds:uri="3b5ab623-3b44-4715-9ecf-8e9c542c2522"/>
  </ds:schemaRefs>
</ds:datastoreItem>
</file>

<file path=customXml/itemProps2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048F1A-0FC8-4409-B1DC-366A88068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07670D-2BD2-44B3-B8F1-D5FF29A0F14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2</Pages>
  <Words>36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352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2021-09-10T18:43:00Z</cp:lastPrinted>
  <dcterms:created xsi:type="dcterms:W3CDTF">2025-03-24T14:11:00Z</dcterms:created>
  <dcterms:modified xsi:type="dcterms:W3CDTF">2025-03-24T14:11:00Z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